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B6394" w14:textId="708CEDE4" w:rsidR="0081661C" w:rsidRPr="00380407" w:rsidRDefault="00380407" w:rsidP="00380407">
      <w:pPr>
        <w:ind w:left="4253" w:firstLine="1134"/>
        <w:jc w:val="both"/>
        <w:rPr>
          <w:rFonts w:ascii="Book Antiqua" w:hAnsi="Book Antiqua"/>
          <w:b/>
          <w:bCs/>
          <w:sz w:val="18"/>
          <w:szCs w:val="18"/>
        </w:rPr>
      </w:pPr>
      <w:r w:rsidRPr="00380407">
        <w:rPr>
          <w:rFonts w:ascii="Book Antiqua" w:hAnsi="Book Antiqua"/>
          <w:b/>
          <w:bCs/>
          <w:sz w:val="18"/>
          <w:szCs w:val="18"/>
        </w:rPr>
        <w:t>ALLEGATO AL DDG 2111 15 DICEMBRE 2022</w:t>
      </w:r>
      <w:r w:rsidR="00861FB9" w:rsidRPr="00380407">
        <w:rPr>
          <w:rFonts w:ascii="Book Antiqua" w:hAnsi="Book Antiqua"/>
          <w:b/>
          <w:bCs/>
          <w:sz w:val="18"/>
          <w:szCs w:val="18"/>
        </w:rPr>
        <w:t xml:space="preserve">    </w:t>
      </w:r>
      <w:r w:rsidR="00C81E56" w:rsidRPr="00380407">
        <w:rPr>
          <w:rFonts w:ascii="Book Antiqua" w:hAnsi="Book Antiqua"/>
          <w:b/>
          <w:bCs/>
          <w:sz w:val="18"/>
          <w:szCs w:val="18"/>
        </w:rPr>
        <w:t xml:space="preserve">         </w:t>
      </w:r>
    </w:p>
    <w:p w14:paraId="34C84075" w14:textId="015D97EF" w:rsidR="00555089" w:rsidRPr="00555089" w:rsidRDefault="00555089" w:rsidP="00555089">
      <w:pPr>
        <w:rPr>
          <w:rFonts w:ascii="Book Antiqua" w:hAnsi="Book Antiqua"/>
        </w:rPr>
      </w:pPr>
    </w:p>
    <w:p w14:paraId="6EAF8381" w14:textId="77777777" w:rsidR="003743A8" w:rsidRDefault="003743A8" w:rsidP="00C13E3D">
      <w:pPr>
        <w:rPr>
          <w:rFonts w:ascii="Book Antiqua" w:hAnsi="Book Antiqua"/>
        </w:rPr>
      </w:pPr>
    </w:p>
    <w:p w14:paraId="415ADD9C" w14:textId="77777777" w:rsidR="003743A8" w:rsidRDefault="0042606D" w:rsidP="0042606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Il/la sottoscritto/a ____________________________ nato/a </w:t>
      </w:r>
      <w:proofErr w:type="spellStart"/>
      <w:r>
        <w:rPr>
          <w:sz w:val="24"/>
          <w:szCs w:val="24"/>
        </w:rPr>
        <w:t>a</w:t>
      </w:r>
      <w:proofErr w:type="spellEnd"/>
      <w:r>
        <w:rPr>
          <w:sz w:val="24"/>
          <w:szCs w:val="24"/>
        </w:rPr>
        <w:t xml:space="preserve"> ____________________</w:t>
      </w:r>
      <w:proofErr w:type="gramStart"/>
      <w:r>
        <w:rPr>
          <w:sz w:val="24"/>
          <w:szCs w:val="24"/>
        </w:rPr>
        <w:t>_(</w:t>
      </w:r>
      <w:proofErr w:type="gramEnd"/>
      <w:r>
        <w:rPr>
          <w:sz w:val="24"/>
          <w:szCs w:val="24"/>
        </w:rPr>
        <w:t>prov. ___)</w:t>
      </w:r>
    </w:p>
    <w:p w14:paraId="1D4CADF5" w14:textId="77777777" w:rsidR="003743A8" w:rsidRDefault="003743A8" w:rsidP="0042606D">
      <w:pPr>
        <w:spacing w:line="360" w:lineRule="auto"/>
        <w:jc w:val="both"/>
        <w:rPr>
          <w:sz w:val="24"/>
          <w:szCs w:val="24"/>
        </w:rPr>
      </w:pPr>
    </w:p>
    <w:p w14:paraId="5C07BC11" w14:textId="21BA5BE9" w:rsidR="0042606D" w:rsidRDefault="0042606D" w:rsidP="0042606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il__/__/____ C.F.: _______________ residente in ____________________________________</w:t>
      </w:r>
      <w:proofErr w:type="gramStart"/>
      <w:r>
        <w:rPr>
          <w:sz w:val="24"/>
          <w:szCs w:val="24"/>
        </w:rPr>
        <w:t>_(</w:t>
      </w:r>
      <w:proofErr w:type="gramEnd"/>
      <w:r>
        <w:rPr>
          <w:sz w:val="24"/>
          <w:szCs w:val="24"/>
        </w:rPr>
        <w:t>__)</w:t>
      </w:r>
    </w:p>
    <w:p w14:paraId="0564AD33" w14:textId="77777777" w:rsidR="003743A8" w:rsidRDefault="003743A8" w:rsidP="0042606D">
      <w:pPr>
        <w:spacing w:line="360" w:lineRule="auto"/>
        <w:jc w:val="both"/>
        <w:rPr>
          <w:sz w:val="24"/>
          <w:szCs w:val="24"/>
        </w:rPr>
      </w:pPr>
    </w:p>
    <w:p w14:paraId="2FC6B28A" w14:textId="02552FCF" w:rsidR="0042606D" w:rsidRDefault="0042606D" w:rsidP="0042606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Via__________________________________ n°_____</w:t>
      </w:r>
    </w:p>
    <w:p w14:paraId="1917C71B" w14:textId="77777777" w:rsidR="003743A8" w:rsidRDefault="003743A8" w:rsidP="0042606D">
      <w:pPr>
        <w:spacing w:line="360" w:lineRule="auto"/>
        <w:jc w:val="both"/>
        <w:rPr>
          <w:sz w:val="24"/>
          <w:szCs w:val="24"/>
        </w:rPr>
      </w:pPr>
    </w:p>
    <w:p w14:paraId="74BC3437" w14:textId="403E2569" w:rsidR="0042606D" w:rsidRDefault="0042606D" w:rsidP="0042606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Contatti: </w:t>
      </w:r>
      <w:proofErr w:type="spellStart"/>
      <w:r>
        <w:rPr>
          <w:sz w:val="24"/>
          <w:szCs w:val="24"/>
        </w:rPr>
        <w:t>tel</w:t>
      </w:r>
      <w:proofErr w:type="spellEnd"/>
      <w:r>
        <w:rPr>
          <w:sz w:val="24"/>
          <w:szCs w:val="24"/>
        </w:rPr>
        <w:t>/cellulare________________________ e-mail: ________________________________</w:t>
      </w:r>
    </w:p>
    <w:p w14:paraId="2B2E0C61" w14:textId="77777777" w:rsidR="003743A8" w:rsidRDefault="003743A8" w:rsidP="0042606D">
      <w:pPr>
        <w:spacing w:line="360" w:lineRule="auto"/>
        <w:jc w:val="both"/>
        <w:rPr>
          <w:sz w:val="24"/>
          <w:szCs w:val="24"/>
        </w:rPr>
      </w:pPr>
    </w:p>
    <w:p w14:paraId="0084071A" w14:textId="79D0C904" w:rsidR="0042606D" w:rsidRDefault="0042606D" w:rsidP="0042606D">
      <w:pPr>
        <w:jc w:val="both"/>
        <w:rPr>
          <w:b/>
          <w:bCs/>
        </w:rPr>
      </w:pPr>
      <w:r>
        <w:rPr>
          <w:sz w:val="24"/>
          <w:szCs w:val="24"/>
        </w:rPr>
        <w:t xml:space="preserve">incluso/a nella GRADUATORIA </w:t>
      </w:r>
      <w:r w:rsidR="00701663">
        <w:rPr>
          <w:sz w:val="24"/>
          <w:szCs w:val="24"/>
        </w:rPr>
        <w:t xml:space="preserve">DI MERITO CONCORSO STRAORDINARIO ex </w:t>
      </w:r>
      <w:r w:rsidRPr="00423E40">
        <w:rPr>
          <w:b/>
          <w:bCs/>
        </w:rPr>
        <w:t>art. 59 co. 9-bis del decreto-legge n. 73 del 2021</w:t>
      </w:r>
      <w:r>
        <w:rPr>
          <w:b/>
          <w:bCs/>
        </w:rPr>
        <w:t>:</w:t>
      </w:r>
    </w:p>
    <w:p w14:paraId="6411239F" w14:textId="77777777" w:rsidR="0042606D" w:rsidRDefault="0042606D" w:rsidP="0042606D">
      <w:pPr>
        <w:jc w:val="both"/>
        <w:rPr>
          <w:sz w:val="24"/>
          <w:szCs w:val="24"/>
        </w:rPr>
      </w:pPr>
    </w:p>
    <w:p w14:paraId="3EC96113" w14:textId="7C403D70" w:rsidR="0042606D" w:rsidRDefault="0042606D" w:rsidP="0042606D">
      <w:pPr>
        <w:jc w:val="center"/>
      </w:pPr>
      <w:r w:rsidRPr="000549AB">
        <w:t xml:space="preserve">CL/CONC </w:t>
      </w:r>
      <w:r w:rsidR="007E3DD3">
        <w:t xml:space="preserve">A022 </w:t>
      </w:r>
      <w:r w:rsidRPr="000549AB">
        <w:rPr>
          <w:b/>
        </w:rPr>
        <w:t>alla posizione n.___</w:t>
      </w:r>
      <w:r w:rsidR="003743A8">
        <w:rPr>
          <w:b/>
        </w:rPr>
        <w:t>___</w:t>
      </w:r>
      <w:r w:rsidRPr="000549AB">
        <w:rPr>
          <w:b/>
        </w:rPr>
        <w:t>___ con punti ____</w:t>
      </w:r>
      <w:r w:rsidR="003743A8">
        <w:rPr>
          <w:b/>
        </w:rPr>
        <w:t>____</w:t>
      </w:r>
      <w:r w:rsidRPr="000549AB">
        <w:rPr>
          <w:b/>
        </w:rPr>
        <w:t>__,</w:t>
      </w:r>
      <w:r w:rsidRPr="000549AB">
        <w:t xml:space="preserve"> </w:t>
      </w:r>
    </w:p>
    <w:p w14:paraId="0C950BFC" w14:textId="77777777" w:rsidR="00701663" w:rsidRPr="000549AB" w:rsidRDefault="00701663" w:rsidP="0042606D">
      <w:pPr>
        <w:jc w:val="center"/>
      </w:pPr>
    </w:p>
    <w:p w14:paraId="4E9DDA9D" w14:textId="4B8E41DF" w:rsidR="0042606D" w:rsidRPr="00701663" w:rsidRDefault="00701663" w:rsidP="00701663">
      <w:pPr>
        <w:rPr>
          <w:b/>
          <w:bCs/>
        </w:rPr>
      </w:pPr>
      <w:r w:rsidRPr="00701663">
        <w:t xml:space="preserve">svolgendo attualmente servizio, </w:t>
      </w:r>
      <w:r w:rsidRPr="00701663">
        <w:rPr>
          <w:b/>
          <w:bCs/>
        </w:rPr>
        <w:t>per la medesima classe di concorso e/o tipologia di posto, con incarico a tempo determinato con scadenza al 31 agosto 2023</w:t>
      </w:r>
      <w:r w:rsidR="004E6A78">
        <w:rPr>
          <w:b/>
          <w:bCs/>
        </w:rPr>
        <w:t xml:space="preserve"> nella provincia di assegnazione</w:t>
      </w:r>
      <w:r w:rsidRPr="00701663">
        <w:rPr>
          <w:b/>
          <w:bCs/>
        </w:rPr>
        <w:t xml:space="preserve">, su posto vacante e disponibile, </w:t>
      </w:r>
      <w:r w:rsidRPr="00701663">
        <w:rPr>
          <w:b/>
          <w:bCs/>
          <w:u w:val="single"/>
        </w:rPr>
        <w:t>non già accantonato</w:t>
      </w:r>
      <w:r w:rsidRPr="00701663">
        <w:rPr>
          <w:b/>
          <w:bCs/>
        </w:rPr>
        <w:t xml:space="preserve"> ai sensi dell’art. 59 co. 9-bis del decreto-legge n. 73 del 2021</w:t>
      </w:r>
    </w:p>
    <w:p w14:paraId="439EBC19" w14:textId="77777777" w:rsidR="003743A8" w:rsidRPr="000549AB" w:rsidRDefault="003743A8" w:rsidP="0042606D">
      <w:pPr>
        <w:jc w:val="center"/>
      </w:pPr>
    </w:p>
    <w:p w14:paraId="18D88DA2" w14:textId="23281DC1" w:rsidR="0042606D" w:rsidRDefault="0042606D" w:rsidP="0042606D">
      <w:pPr>
        <w:jc w:val="both"/>
      </w:pPr>
      <w:r>
        <w:t xml:space="preserve">manifesta la propria volontà di svolgere il </w:t>
      </w:r>
      <w:r w:rsidR="00701663">
        <w:t xml:space="preserve">prescritto </w:t>
      </w:r>
      <w:r>
        <w:t>periodo di formazione e prova presso la sede scolastica di attuale servizio:</w:t>
      </w:r>
    </w:p>
    <w:p w14:paraId="0F47268B" w14:textId="379E6A5A" w:rsidR="003743A8" w:rsidRDefault="003743A8" w:rsidP="0042606D">
      <w:pPr>
        <w:jc w:val="both"/>
      </w:pPr>
    </w:p>
    <w:p w14:paraId="0A2E4A68" w14:textId="5D4CDFC3" w:rsidR="0042606D" w:rsidRPr="003743A8" w:rsidRDefault="0042606D" w:rsidP="003743A8">
      <w:pPr>
        <w:jc w:val="center"/>
        <w:rPr>
          <w:b/>
          <w:bCs/>
        </w:rPr>
      </w:pPr>
      <w:r w:rsidRPr="003743A8">
        <w:rPr>
          <w:b/>
          <w:bCs/>
        </w:rPr>
        <w:t>ISTITUZIONE SCOLASTICA_______________________________________________</w:t>
      </w:r>
      <w:r w:rsidR="003743A8">
        <w:rPr>
          <w:b/>
          <w:bCs/>
        </w:rPr>
        <w:t>_______</w:t>
      </w:r>
    </w:p>
    <w:p w14:paraId="2CE92BC8" w14:textId="77777777" w:rsidR="0042606D" w:rsidRPr="000549AB" w:rsidRDefault="0042606D" w:rsidP="0042606D">
      <w:pPr>
        <w:jc w:val="both"/>
      </w:pPr>
    </w:p>
    <w:p w14:paraId="2492266A" w14:textId="2F1B9417" w:rsidR="003743A8" w:rsidRDefault="00701663" w:rsidP="003743A8">
      <w:pPr>
        <w:jc w:val="both"/>
      </w:pPr>
      <w:r>
        <w:t>pur essendo</w:t>
      </w:r>
      <w:r w:rsidRPr="00701663">
        <w:t xml:space="preserve"> formalmente </w:t>
      </w:r>
      <w:r>
        <w:t xml:space="preserve">assegnato </w:t>
      </w:r>
      <w:r w:rsidRPr="00701663">
        <w:t>nella sede attribuita in esito alla seconda fase, necessariamente scelta tra quelle originariamente accantonate</w:t>
      </w:r>
      <w:r>
        <w:t>.</w:t>
      </w:r>
    </w:p>
    <w:p w14:paraId="5C456999" w14:textId="77777777" w:rsidR="003743A8" w:rsidRPr="000549AB" w:rsidRDefault="003743A8" w:rsidP="003743A8">
      <w:pPr>
        <w:jc w:val="both"/>
      </w:pPr>
    </w:p>
    <w:p w14:paraId="15D8875A" w14:textId="77777777" w:rsidR="003743A8" w:rsidRDefault="003743A8" w:rsidP="003743A8">
      <w:pPr>
        <w:jc w:val="both"/>
      </w:pPr>
      <w:r>
        <w:t xml:space="preserve">Allegare: </w:t>
      </w:r>
    </w:p>
    <w:p w14:paraId="2ECD4F2E" w14:textId="6D96C25A" w:rsidR="003743A8" w:rsidRDefault="003743A8" w:rsidP="003743A8">
      <w:pPr>
        <w:pStyle w:val="Paragrafoelenco"/>
        <w:numPr>
          <w:ilvl w:val="0"/>
          <w:numId w:val="4"/>
        </w:numPr>
        <w:spacing w:line="276" w:lineRule="auto"/>
        <w:jc w:val="both"/>
      </w:pPr>
      <w:r>
        <w:t>Documento di identità</w:t>
      </w:r>
      <w:r w:rsidR="00701663">
        <w:t xml:space="preserve"> in corso di validità </w:t>
      </w:r>
    </w:p>
    <w:p w14:paraId="5B52FBBF" w14:textId="0FEB0303" w:rsidR="003743A8" w:rsidRDefault="003743A8" w:rsidP="0042606D">
      <w:pPr>
        <w:jc w:val="both"/>
      </w:pPr>
    </w:p>
    <w:p w14:paraId="45DF4DFA" w14:textId="22BF3907" w:rsidR="003743A8" w:rsidRDefault="003743A8" w:rsidP="0042606D">
      <w:pPr>
        <w:jc w:val="both"/>
      </w:pPr>
    </w:p>
    <w:p w14:paraId="1CFB86C7" w14:textId="786E53D6" w:rsidR="003743A8" w:rsidRDefault="003743A8" w:rsidP="0042606D">
      <w:pPr>
        <w:jc w:val="both"/>
      </w:pPr>
    </w:p>
    <w:p w14:paraId="0FDB7B4D" w14:textId="77777777" w:rsidR="003743A8" w:rsidRPr="000549AB" w:rsidRDefault="003743A8" w:rsidP="003743A8">
      <w:pPr>
        <w:jc w:val="both"/>
      </w:pPr>
    </w:p>
    <w:p w14:paraId="7215F6F0" w14:textId="77777777" w:rsidR="003743A8" w:rsidRPr="000549AB" w:rsidRDefault="003743A8" w:rsidP="003743A8">
      <w:pPr>
        <w:jc w:val="both"/>
      </w:pPr>
      <w:r w:rsidRPr="000549AB">
        <w:t>Data __________________</w:t>
      </w:r>
      <w:r w:rsidRPr="000549AB">
        <w:tab/>
      </w:r>
      <w:r w:rsidRPr="000549AB">
        <w:tab/>
      </w:r>
      <w:r w:rsidRPr="000549AB">
        <w:tab/>
      </w:r>
      <w:r w:rsidRPr="000549AB">
        <w:tab/>
        <w:t>Firma _________________________________</w:t>
      </w:r>
    </w:p>
    <w:p w14:paraId="10766893" w14:textId="77777777" w:rsidR="003743A8" w:rsidRPr="000549AB" w:rsidRDefault="003743A8" w:rsidP="0042606D">
      <w:pPr>
        <w:jc w:val="both"/>
      </w:pPr>
    </w:p>
    <w:sectPr w:rsidR="003743A8" w:rsidRPr="000549AB" w:rsidSect="0007641C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D03C1" w14:textId="77777777" w:rsidR="001D5578" w:rsidRDefault="001D5578" w:rsidP="004F32D8">
      <w:r>
        <w:separator/>
      </w:r>
    </w:p>
  </w:endnote>
  <w:endnote w:type="continuationSeparator" w:id="0">
    <w:p w14:paraId="0504886D" w14:textId="77777777" w:rsidR="001D5578" w:rsidRDefault="001D5578" w:rsidP="004F3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4E412" w14:textId="77777777" w:rsidR="003743A8" w:rsidRDefault="003743A8" w:rsidP="0042606D">
    <w:pPr>
      <w:ind w:firstLine="360"/>
      <w:rPr>
        <w:rFonts w:ascii="Book Antiqua" w:hAnsi="Book Antiqua"/>
        <w:i/>
        <w:iCs/>
        <w:sz w:val="18"/>
        <w:szCs w:val="18"/>
      </w:rPr>
    </w:pPr>
  </w:p>
  <w:p w14:paraId="438F7841" w14:textId="77777777" w:rsidR="003743A8" w:rsidRDefault="003743A8" w:rsidP="0042606D">
    <w:pPr>
      <w:ind w:firstLine="360"/>
      <w:rPr>
        <w:rFonts w:ascii="Book Antiqua" w:hAnsi="Book Antiqua"/>
        <w:i/>
        <w:iCs/>
        <w:sz w:val="18"/>
        <w:szCs w:val="18"/>
      </w:rPr>
    </w:pPr>
  </w:p>
  <w:p w14:paraId="4A7BF803" w14:textId="77777777" w:rsidR="003743A8" w:rsidRDefault="003743A8" w:rsidP="0042606D">
    <w:pPr>
      <w:ind w:firstLine="360"/>
      <w:rPr>
        <w:rFonts w:ascii="Book Antiqua" w:hAnsi="Book Antiqua"/>
        <w:i/>
        <w:iCs/>
        <w:sz w:val="18"/>
        <w:szCs w:val="18"/>
      </w:rPr>
    </w:pPr>
  </w:p>
  <w:p w14:paraId="0A642B8E" w14:textId="0D433464" w:rsidR="006C7681" w:rsidRPr="003743A8" w:rsidRDefault="0042606D" w:rsidP="003743A8">
    <w:pPr>
      <w:ind w:firstLine="360"/>
      <w:rPr>
        <w:rFonts w:ascii="Book Antiqua" w:hAnsi="Book Antiqua"/>
        <w:i/>
        <w:iCs/>
        <w:sz w:val="18"/>
        <w:szCs w:val="18"/>
      </w:rPr>
    </w:pPr>
    <w:bookmarkStart w:id="0" w:name="_Hlk121988991"/>
    <w:r w:rsidRPr="0042606D">
      <w:rPr>
        <w:rFonts w:ascii="Book Antiqua" w:hAnsi="Book Antiqua"/>
        <w:i/>
        <w:iCs/>
        <w:sz w:val="18"/>
        <w:szCs w:val="18"/>
      </w:rPr>
      <w:t>20221</w:t>
    </w:r>
    <w:r w:rsidR="00E7207D">
      <w:rPr>
        <w:rFonts w:ascii="Book Antiqua" w:hAnsi="Book Antiqua"/>
        <w:i/>
        <w:iCs/>
        <w:sz w:val="18"/>
        <w:szCs w:val="18"/>
      </w:rPr>
      <w:t>2150929</w:t>
    </w:r>
    <w:r w:rsidRPr="0042606D">
      <w:rPr>
        <w:rFonts w:ascii="Book Antiqua" w:hAnsi="Book Antiqua"/>
        <w:i/>
        <w:iCs/>
        <w:sz w:val="18"/>
        <w:szCs w:val="18"/>
      </w:rPr>
      <w:t xml:space="preserve"> </w:t>
    </w:r>
    <w:bookmarkEnd w:id="0"/>
    <w:r w:rsidRPr="0042606D">
      <w:rPr>
        <w:rFonts w:ascii="Book Antiqua" w:hAnsi="Book Antiqua"/>
        <w:i/>
        <w:iCs/>
        <w:sz w:val="18"/>
        <w:szCs w:val="18"/>
      </w:rPr>
      <w:t xml:space="preserve">MODELLO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02E7B" w14:textId="77777777" w:rsidR="001D5578" w:rsidRDefault="001D5578" w:rsidP="004F32D8">
      <w:r>
        <w:separator/>
      </w:r>
    </w:p>
  </w:footnote>
  <w:footnote w:type="continuationSeparator" w:id="0">
    <w:p w14:paraId="4E092B43" w14:textId="77777777" w:rsidR="001D5578" w:rsidRDefault="001D5578" w:rsidP="004F32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D5742"/>
    <w:multiLevelType w:val="hybridMultilevel"/>
    <w:tmpl w:val="732CD54C"/>
    <w:lvl w:ilvl="0" w:tplc="A524C08C">
      <w:start w:val="1"/>
      <w:numFmt w:val="bullet"/>
      <w:lvlText w:val="-"/>
      <w:lvlJc w:val="left"/>
      <w:pPr>
        <w:ind w:left="720" w:hanging="360"/>
      </w:pPr>
      <w:rPr>
        <w:rFonts w:ascii="Book Antiqua" w:eastAsiaTheme="minorHAnsi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2244D7"/>
    <w:multiLevelType w:val="hybridMultilevel"/>
    <w:tmpl w:val="4FD8701A"/>
    <w:lvl w:ilvl="0" w:tplc="EC48071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A44600"/>
    <w:multiLevelType w:val="hybridMultilevel"/>
    <w:tmpl w:val="4F9C8518"/>
    <w:lvl w:ilvl="0" w:tplc="18B6418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BE6991"/>
    <w:multiLevelType w:val="hybridMultilevel"/>
    <w:tmpl w:val="AAB694F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4289168">
    <w:abstractNumId w:val="3"/>
  </w:num>
  <w:num w:numId="2" w16cid:durableId="389572825">
    <w:abstractNumId w:val="1"/>
  </w:num>
  <w:num w:numId="3" w16cid:durableId="1251040095">
    <w:abstractNumId w:val="0"/>
  </w:num>
  <w:num w:numId="4" w16cid:durableId="9247264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869"/>
    <w:rsid w:val="00010BE4"/>
    <w:rsid w:val="00011074"/>
    <w:rsid w:val="00013984"/>
    <w:rsid w:val="0006325B"/>
    <w:rsid w:val="00064495"/>
    <w:rsid w:val="0006631C"/>
    <w:rsid w:val="00072201"/>
    <w:rsid w:val="0007641C"/>
    <w:rsid w:val="00092159"/>
    <w:rsid w:val="000A122F"/>
    <w:rsid w:val="000C0D47"/>
    <w:rsid w:val="000C3959"/>
    <w:rsid w:val="000C7797"/>
    <w:rsid w:val="000D6654"/>
    <w:rsid w:val="0010773F"/>
    <w:rsid w:val="00115219"/>
    <w:rsid w:val="00123633"/>
    <w:rsid w:val="0014427D"/>
    <w:rsid w:val="001667AB"/>
    <w:rsid w:val="001718AC"/>
    <w:rsid w:val="00181F84"/>
    <w:rsid w:val="00182F6B"/>
    <w:rsid w:val="001B147D"/>
    <w:rsid w:val="001D0E7D"/>
    <w:rsid w:val="001D4AE5"/>
    <w:rsid w:val="001D5578"/>
    <w:rsid w:val="001E3556"/>
    <w:rsid w:val="001E7DD2"/>
    <w:rsid w:val="0021501C"/>
    <w:rsid w:val="00222FCD"/>
    <w:rsid w:val="00230393"/>
    <w:rsid w:val="002369D3"/>
    <w:rsid w:val="0026271A"/>
    <w:rsid w:val="00296044"/>
    <w:rsid w:val="002A5191"/>
    <w:rsid w:val="002B0100"/>
    <w:rsid w:val="002B69EC"/>
    <w:rsid w:val="0030058C"/>
    <w:rsid w:val="003114E2"/>
    <w:rsid w:val="00353BFA"/>
    <w:rsid w:val="00353FB3"/>
    <w:rsid w:val="003644B0"/>
    <w:rsid w:val="0036787E"/>
    <w:rsid w:val="003743A8"/>
    <w:rsid w:val="00380407"/>
    <w:rsid w:val="003D418F"/>
    <w:rsid w:val="003E29E6"/>
    <w:rsid w:val="003F100D"/>
    <w:rsid w:val="00401C1D"/>
    <w:rsid w:val="00414643"/>
    <w:rsid w:val="0041697B"/>
    <w:rsid w:val="0042606D"/>
    <w:rsid w:val="0046698D"/>
    <w:rsid w:val="00470E42"/>
    <w:rsid w:val="00476EB1"/>
    <w:rsid w:val="004777E7"/>
    <w:rsid w:val="00487E3E"/>
    <w:rsid w:val="004B39CF"/>
    <w:rsid w:val="004B664E"/>
    <w:rsid w:val="004C1BF8"/>
    <w:rsid w:val="004C404C"/>
    <w:rsid w:val="004E2011"/>
    <w:rsid w:val="004E37EC"/>
    <w:rsid w:val="004E6A78"/>
    <w:rsid w:val="004F32D8"/>
    <w:rsid w:val="00501C28"/>
    <w:rsid w:val="005129D9"/>
    <w:rsid w:val="00517E54"/>
    <w:rsid w:val="00551CAC"/>
    <w:rsid w:val="00555089"/>
    <w:rsid w:val="005B2BF6"/>
    <w:rsid w:val="005E126A"/>
    <w:rsid w:val="00604B5F"/>
    <w:rsid w:val="006139BA"/>
    <w:rsid w:val="00620E3E"/>
    <w:rsid w:val="0062450A"/>
    <w:rsid w:val="00633968"/>
    <w:rsid w:val="00634A02"/>
    <w:rsid w:val="00642D28"/>
    <w:rsid w:val="0065389E"/>
    <w:rsid w:val="00675C2B"/>
    <w:rsid w:val="00677461"/>
    <w:rsid w:val="006830B0"/>
    <w:rsid w:val="00695298"/>
    <w:rsid w:val="006A0D50"/>
    <w:rsid w:val="006A2BD9"/>
    <w:rsid w:val="006C7681"/>
    <w:rsid w:val="006E7D62"/>
    <w:rsid w:val="006F2A78"/>
    <w:rsid w:val="00701663"/>
    <w:rsid w:val="00757A03"/>
    <w:rsid w:val="00774F43"/>
    <w:rsid w:val="00790ED2"/>
    <w:rsid w:val="007960CB"/>
    <w:rsid w:val="007A0482"/>
    <w:rsid w:val="007B195B"/>
    <w:rsid w:val="007C7E5C"/>
    <w:rsid w:val="007E3DD3"/>
    <w:rsid w:val="007F3B45"/>
    <w:rsid w:val="00806C45"/>
    <w:rsid w:val="00811869"/>
    <w:rsid w:val="0081661C"/>
    <w:rsid w:val="00817276"/>
    <w:rsid w:val="00826569"/>
    <w:rsid w:val="00830BD5"/>
    <w:rsid w:val="008353B7"/>
    <w:rsid w:val="0086000D"/>
    <w:rsid w:val="00861FB9"/>
    <w:rsid w:val="008874B7"/>
    <w:rsid w:val="00897934"/>
    <w:rsid w:val="008A38A5"/>
    <w:rsid w:val="008A509A"/>
    <w:rsid w:val="008B362C"/>
    <w:rsid w:val="008C1EEC"/>
    <w:rsid w:val="008D06C2"/>
    <w:rsid w:val="008D20AC"/>
    <w:rsid w:val="00924BE1"/>
    <w:rsid w:val="00934C26"/>
    <w:rsid w:val="00984963"/>
    <w:rsid w:val="009A7A40"/>
    <w:rsid w:val="009A7A7E"/>
    <w:rsid w:val="009D09CE"/>
    <w:rsid w:val="009D78EC"/>
    <w:rsid w:val="00A13BC7"/>
    <w:rsid w:val="00A173A1"/>
    <w:rsid w:val="00A2501A"/>
    <w:rsid w:val="00A405BD"/>
    <w:rsid w:val="00A41B6B"/>
    <w:rsid w:val="00A5007B"/>
    <w:rsid w:val="00A60CC9"/>
    <w:rsid w:val="00A93A76"/>
    <w:rsid w:val="00AB2C0D"/>
    <w:rsid w:val="00AC5430"/>
    <w:rsid w:val="00AF1C49"/>
    <w:rsid w:val="00B0753B"/>
    <w:rsid w:val="00B11FB4"/>
    <w:rsid w:val="00B152B5"/>
    <w:rsid w:val="00B47945"/>
    <w:rsid w:val="00B64D17"/>
    <w:rsid w:val="00B951F0"/>
    <w:rsid w:val="00B95983"/>
    <w:rsid w:val="00BD367D"/>
    <w:rsid w:val="00BF4ED5"/>
    <w:rsid w:val="00C13788"/>
    <w:rsid w:val="00C13E3D"/>
    <w:rsid w:val="00C20609"/>
    <w:rsid w:val="00C32A58"/>
    <w:rsid w:val="00C52C14"/>
    <w:rsid w:val="00C54893"/>
    <w:rsid w:val="00C635C0"/>
    <w:rsid w:val="00C81E56"/>
    <w:rsid w:val="00C83F65"/>
    <w:rsid w:val="00C8594F"/>
    <w:rsid w:val="00C87424"/>
    <w:rsid w:val="00CA187F"/>
    <w:rsid w:val="00CA218E"/>
    <w:rsid w:val="00CB0080"/>
    <w:rsid w:val="00CC5EF4"/>
    <w:rsid w:val="00CE6C84"/>
    <w:rsid w:val="00CF5B8F"/>
    <w:rsid w:val="00D06C13"/>
    <w:rsid w:val="00D8557A"/>
    <w:rsid w:val="00D862A4"/>
    <w:rsid w:val="00D91EB6"/>
    <w:rsid w:val="00D93499"/>
    <w:rsid w:val="00D94EE6"/>
    <w:rsid w:val="00DC0BF0"/>
    <w:rsid w:val="00DD600B"/>
    <w:rsid w:val="00DE0118"/>
    <w:rsid w:val="00DE60A9"/>
    <w:rsid w:val="00DF7E63"/>
    <w:rsid w:val="00E207C8"/>
    <w:rsid w:val="00E324D2"/>
    <w:rsid w:val="00E5091B"/>
    <w:rsid w:val="00E67902"/>
    <w:rsid w:val="00E7207D"/>
    <w:rsid w:val="00E8485C"/>
    <w:rsid w:val="00E85962"/>
    <w:rsid w:val="00E8646E"/>
    <w:rsid w:val="00EA05D0"/>
    <w:rsid w:val="00EA5930"/>
    <w:rsid w:val="00EC0B70"/>
    <w:rsid w:val="00EC2631"/>
    <w:rsid w:val="00EF185F"/>
    <w:rsid w:val="00EF52B4"/>
    <w:rsid w:val="00F00444"/>
    <w:rsid w:val="00F0120F"/>
    <w:rsid w:val="00F02EB7"/>
    <w:rsid w:val="00F12ABB"/>
    <w:rsid w:val="00F32062"/>
    <w:rsid w:val="00F32063"/>
    <w:rsid w:val="00F73AC1"/>
    <w:rsid w:val="00F747A6"/>
    <w:rsid w:val="00F77F48"/>
    <w:rsid w:val="00FC4ECB"/>
    <w:rsid w:val="00FE0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78906A"/>
  <w15:docId w15:val="{2ED83489-FFFD-4489-9C71-1EF925743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C0D47"/>
    <w:pPr>
      <w:spacing w:after="0" w:line="240" w:lineRule="auto"/>
    </w:pPr>
    <w:rPr>
      <w:rFonts w:ascii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nhideWhenUsed/>
    <w:rsid w:val="000C0D47"/>
    <w:rPr>
      <w:color w:val="0000FF"/>
      <w:u w:val="single"/>
    </w:rPr>
  </w:style>
  <w:style w:type="paragraph" w:customStyle="1" w:styleId="Default">
    <w:name w:val="Default"/>
    <w:basedOn w:val="Normale"/>
    <w:rsid w:val="000C0D47"/>
    <w:pPr>
      <w:autoSpaceDE w:val="0"/>
      <w:autoSpaceDN w:val="0"/>
    </w:pPr>
    <w:rPr>
      <w:rFonts w:ascii="Times New Roman" w:hAnsi="Times New Roman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C0D4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C0D47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4F32D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F32D8"/>
    <w:rPr>
      <w:rFonts w:ascii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4F32D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F32D8"/>
    <w:rPr>
      <w:rFonts w:ascii="Calibri" w:hAnsi="Calibri" w:cs="Times New Roman"/>
    </w:rPr>
  </w:style>
  <w:style w:type="paragraph" w:styleId="Paragrafoelenco">
    <w:name w:val="List Paragraph"/>
    <w:basedOn w:val="Normale"/>
    <w:uiPriority w:val="34"/>
    <w:qFormat/>
    <w:rsid w:val="00811869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D91EB6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59"/>
    <w:rsid w:val="003E29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17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7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064788">
          <w:marLeft w:val="0"/>
          <w:marRight w:val="0"/>
          <w:marTop w:val="0"/>
          <w:marBottom w:val="0"/>
          <w:divBdr>
            <w:top w:val="single" w:sz="12" w:space="0" w:color="808080"/>
            <w:left w:val="single" w:sz="12" w:space="0" w:color="808080"/>
            <w:bottom w:val="single" w:sz="12" w:space="0" w:color="808080"/>
            <w:right w:val="single" w:sz="12" w:space="0" w:color="808080"/>
          </w:divBdr>
          <w:divsChild>
            <w:div w:id="449711270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59047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626309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072A9C"/>
                        <w:left w:val="single" w:sz="6" w:space="0" w:color="072A9C"/>
                        <w:bottom w:val="single" w:sz="6" w:space="0" w:color="072A9C"/>
                        <w:right w:val="single" w:sz="6" w:space="0" w:color="072A9C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00189\Desktop\LOGO%2007_DIREZIONE%20GENERALE_UFFICIO%20VI.dot%20x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D3B0F-8FED-4998-976F-B4D834A8D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LOGO 07_DIREZIONE GENERALE_UFFICIO VI.dot x.dotx</Template>
  <TotalTime>3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202212150929 MODELLO_</dc:title>
  <dc:creator>MI00224</dc:creator>
  <cp:revision>4</cp:revision>
  <cp:lastPrinted>2021-11-25T09:20:00Z</cp:lastPrinted>
  <dcterms:created xsi:type="dcterms:W3CDTF">2022-12-15T08:29:00Z</dcterms:created>
  <dcterms:modified xsi:type="dcterms:W3CDTF">2022-12-15T13:46:00Z</dcterms:modified>
</cp:coreProperties>
</file>